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97FAB" w14:textId="095F2B9F" w:rsidR="00304A9C" w:rsidRPr="001A40E2" w:rsidRDefault="00421949" w:rsidP="00304A9C">
      <w:pPr>
        <w:spacing w:after="180"/>
        <w:rPr>
          <w:b/>
          <w:sz w:val="44"/>
          <w:szCs w:val="44"/>
        </w:rPr>
      </w:pPr>
      <w:r>
        <w:rPr>
          <w:b/>
          <w:sz w:val="44"/>
          <w:szCs w:val="44"/>
        </w:rPr>
        <w:t>Molecule size</w:t>
      </w:r>
    </w:p>
    <w:p w14:paraId="34F37433" w14:textId="77777777" w:rsidR="00304A9C" w:rsidRDefault="00304A9C" w:rsidP="00304A9C">
      <w:pPr>
        <w:spacing w:after="180"/>
      </w:pPr>
    </w:p>
    <w:p w14:paraId="16270E2D" w14:textId="58D176B2" w:rsidR="00304A9C" w:rsidRDefault="00421949" w:rsidP="00304A9C">
      <w:pPr>
        <w:spacing w:after="240"/>
        <w:rPr>
          <w:szCs w:val="18"/>
          <w:lang w:val="en-US"/>
        </w:rPr>
      </w:pPr>
      <w:r>
        <w:rPr>
          <w:szCs w:val="18"/>
          <w:lang w:val="en-US"/>
        </w:rPr>
        <w:t>How many atoms are there in a typical polymer molecule?</w:t>
      </w:r>
    </w:p>
    <w:p w14:paraId="36F906FE" w14:textId="2A8B430A" w:rsidR="00421949" w:rsidRDefault="00421949" w:rsidP="00304A9C">
      <w:pPr>
        <w:spacing w:after="240"/>
        <w:rPr>
          <w:szCs w:val="18"/>
          <w:lang w:val="en-US"/>
        </w:rPr>
      </w:pPr>
      <w:r w:rsidRPr="00421949">
        <w:rPr>
          <w:noProof/>
          <w:szCs w:val="18"/>
        </w:rPr>
        <mc:AlternateContent>
          <mc:Choice Requires="wpg">
            <w:drawing>
              <wp:anchor distT="0" distB="0" distL="114300" distR="114300" simplePos="0" relativeHeight="251659264" behindDoc="0" locked="0" layoutInCell="1" allowOverlap="1" wp14:anchorId="43ABE944" wp14:editId="6E309503">
                <wp:simplePos x="0" y="0"/>
                <wp:positionH relativeFrom="margin">
                  <wp:posOffset>263022</wp:posOffset>
                </wp:positionH>
                <wp:positionV relativeFrom="paragraph">
                  <wp:posOffset>194310</wp:posOffset>
                </wp:positionV>
                <wp:extent cx="4549775" cy="2908935"/>
                <wp:effectExtent l="0" t="0" r="3175" b="5715"/>
                <wp:wrapNone/>
                <wp:docPr id="26" name="Group 4"/>
                <wp:cNvGraphicFramePr/>
                <a:graphic xmlns:a="http://schemas.openxmlformats.org/drawingml/2006/main">
                  <a:graphicData uri="http://schemas.microsoft.com/office/word/2010/wordprocessingGroup">
                    <wpg:wgp>
                      <wpg:cNvGrpSpPr/>
                      <wpg:grpSpPr>
                        <a:xfrm>
                          <a:off x="0" y="0"/>
                          <a:ext cx="4549775" cy="2908935"/>
                          <a:chOff x="0" y="0"/>
                          <a:chExt cx="7712609" cy="5675563"/>
                        </a:xfrm>
                      </wpg:grpSpPr>
                      <wpg:grpSp>
                        <wpg:cNvPr id="27" name="Group 27"/>
                        <wpg:cNvGrpSpPr/>
                        <wpg:grpSpPr>
                          <a:xfrm rot="10800000">
                            <a:off x="0" y="1620436"/>
                            <a:ext cx="445865" cy="54655"/>
                            <a:chOff x="0" y="1620436"/>
                            <a:chExt cx="1440000" cy="180000"/>
                          </a:xfrm>
                        </wpg:grpSpPr>
                        <wpg:grpSp>
                          <wpg:cNvPr id="28" name="Group 28"/>
                          <wpg:cNvGrpSpPr/>
                          <wpg:grpSpPr>
                            <a:xfrm>
                              <a:off x="0" y="1620436"/>
                              <a:ext cx="1080000" cy="180000"/>
                              <a:chOff x="0" y="1620436"/>
                              <a:chExt cx="1080000" cy="180000"/>
                            </a:xfrm>
                          </wpg:grpSpPr>
                          <wps:wsp>
                            <wps:cNvPr id="29" name="Oval 29"/>
                            <wps:cNvSpPr/>
                            <wps:spPr>
                              <a:xfrm>
                                <a:off x="0" y="1620436"/>
                                <a:ext cx="180000" cy="180000"/>
                              </a:xfrm>
                              <a:prstGeom prst="ellipse">
                                <a:avLst/>
                              </a:prstGeom>
                              <a:gradFill flip="none" rotWithShape="1">
                                <a:gsLst>
                                  <a:gs pos="0">
                                    <a:schemeClr val="accent3">
                                      <a:lumMod val="0"/>
                                      <a:lumOff val="100000"/>
                                    </a:schemeClr>
                                  </a:gs>
                                  <a:gs pos="13000">
                                    <a:schemeClr val="accent3">
                                      <a:lumMod val="0"/>
                                      <a:lumOff val="100000"/>
                                    </a:schemeClr>
                                  </a:gs>
                                  <a:gs pos="100000">
                                    <a:schemeClr val="accent3">
                                      <a:lumMod val="100000"/>
                                    </a:schemeClr>
                                  </a:gs>
                                </a:gsLst>
                                <a:path path="circle">
                                  <a:fillToRect l="50000" t="50000" r="50000" b="50000"/>
                                </a:path>
                                <a:tileRect/>
                              </a:gradFill>
                              <a:ln w="3175">
                                <a:solidFill>
                                  <a:srgbClr val="C0C0C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Oval 30"/>
                            <wps:cNvSpPr/>
                            <wps:spPr>
                              <a:xfrm>
                                <a:off x="180000" y="1620436"/>
                                <a:ext cx="180000" cy="180000"/>
                              </a:xfrm>
                              <a:prstGeom prst="ellipse">
                                <a:avLst/>
                              </a:prstGeom>
                              <a:gradFill flip="none" rotWithShape="1">
                                <a:gsLst>
                                  <a:gs pos="0">
                                    <a:schemeClr val="accent3">
                                      <a:lumMod val="0"/>
                                      <a:lumOff val="100000"/>
                                    </a:schemeClr>
                                  </a:gs>
                                  <a:gs pos="13000">
                                    <a:schemeClr val="accent3">
                                      <a:lumMod val="0"/>
                                      <a:lumOff val="100000"/>
                                    </a:schemeClr>
                                  </a:gs>
                                  <a:gs pos="100000">
                                    <a:schemeClr val="accent3">
                                      <a:lumMod val="100000"/>
                                    </a:schemeClr>
                                  </a:gs>
                                </a:gsLst>
                                <a:path path="circle">
                                  <a:fillToRect l="50000" t="50000" r="50000" b="50000"/>
                                </a:path>
                                <a:tileRect/>
                              </a:gradFill>
                              <a:ln w="3175">
                                <a:solidFill>
                                  <a:srgbClr val="C0C0C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1" name="Oval 31"/>
                            <wps:cNvSpPr/>
                            <wps:spPr>
                              <a:xfrm>
                                <a:off x="360000" y="1620436"/>
                                <a:ext cx="180000" cy="180000"/>
                              </a:xfrm>
                              <a:prstGeom prst="ellipse">
                                <a:avLst/>
                              </a:prstGeom>
                              <a:gradFill flip="none" rotWithShape="1">
                                <a:gsLst>
                                  <a:gs pos="0">
                                    <a:schemeClr val="accent3">
                                      <a:lumMod val="0"/>
                                      <a:lumOff val="100000"/>
                                    </a:schemeClr>
                                  </a:gs>
                                  <a:gs pos="13000">
                                    <a:schemeClr val="accent3">
                                      <a:lumMod val="0"/>
                                      <a:lumOff val="100000"/>
                                    </a:schemeClr>
                                  </a:gs>
                                  <a:gs pos="100000">
                                    <a:schemeClr val="accent3">
                                      <a:lumMod val="100000"/>
                                    </a:schemeClr>
                                  </a:gs>
                                </a:gsLst>
                                <a:path path="circle">
                                  <a:fillToRect l="50000" t="50000" r="50000" b="50000"/>
                                </a:path>
                                <a:tileRect/>
                              </a:gradFill>
                              <a:ln w="3175">
                                <a:solidFill>
                                  <a:srgbClr val="C0C0C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Oval 32"/>
                            <wps:cNvSpPr/>
                            <wps:spPr>
                              <a:xfrm>
                                <a:off x="540000" y="1620436"/>
                                <a:ext cx="180000" cy="180000"/>
                              </a:xfrm>
                              <a:prstGeom prst="ellipse">
                                <a:avLst/>
                              </a:prstGeom>
                              <a:gradFill flip="none" rotWithShape="1">
                                <a:gsLst>
                                  <a:gs pos="0">
                                    <a:schemeClr val="accent3">
                                      <a:lumMod val="0"/>
                                      <a:lumOff val="100000"/>
                                    </a:schemeClr>
                                  </a:gs>
                                  <a:gs pos="13000">
                                    <a:schemeClr val="accent3">
                                      <a:lumMod val="0"/>
                                      <a:lumOff val="100000"/>
                                    </a:schemeClr>
                                  </a:gs>
                                  <a:gs pos="100000">
                                    <a:schemeClr val="accent3">
                                      <a:lumMod val="100000"/>
                                    </a:schemeClr>
                                  </a:gs>
                                </a:gsLst>
                                <a:path path="circle">
                                  <a:fillToRect l="50000" t="50000" r="50000" b="50000"/>
                                </a:path>
                                <a:tileRect/>
                              </a:gradFill>
                              <a:ln w="3175">
                                <a:solidFill>
                                  <a:srgbClr val="C0C0C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3" name="Oval 33"/>
                            <wps:cNvSpPr/>
                            <wps:spPr>
                              <a:xfrm>
                                <a:off x="720000" y="1620436"/>
                                <a:ext cx="180000" cy="180000"/>
                              </a:xfrm>
                              <a:prstGeom prst="ellipse">
                                <a:avLst/>
                              </a:prstGeom>
                              <a:gradFill flip="none" rotWithShape="1">
                                <a:gsLst>
                                  <a:gs pos="0">
                                    <a:schemeClr val="accent3">
                                      <a:lumMod val="0"/>
                                      <a:lumOff val="100000"/>
                                    </a:schemeClr>
                                  </a:gs>
                                  <a:gs pos="13000">
                                    <a:schemeClr val="accent3">
                                      <a:lumMod val="0"/>
                                      <a:lumOff val="100000"/>
                                    </a:schemeClr>
                                  </a:gs>
                                  <a:gs pos="100000">
                                    <a:schemeClr val="accent3">
                                      <a:lumMod val="100000"/>
                                    </a:schemeClr>
                                  </a:gs>
                                </a:gsLst>
                                <a:path path="circle">
                                  <a:fillToRect l="50000" t="50000" r="50000" b="50000"/>
                                </a:path>
                                <a:tileRect/>
                              </a:gradFill>
                              <a:ln w="3175">
                                <a:solidFill>
                                  <a:srgbClr val="C0C0C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4" name="Oval 34"/>
                            <wps:cNvSpPr/>
                            <wps:spPr>
                              <a:xfrm>
                                <a:off x="900000" y="1620436"/>
                                <a:ext cx="180000" cy="180000"/>
                              </a:xfrm>
                              <a:prstGeom prst="ellipse">
                                <a:avLst/>
                              </a:prstGeom>
                              <a:gradFill flip="none" rotWithShape="1">
                                <a:gsLst>
                                  <a:gs pos="0">
                                    <a:schemeClr val="accent3">
                                      <a:lumMod val="0"/>
                                      <a:lumOff val="100000"/>
                                    </a:schemeClr>
                                  </a:gs>
                                  <a:gs pos="13000">
                                    <a:schemeClr val="accent3">
                                      <a:lumMod val="0"/>
                                      <a:lumOff val="100000"/>
                                    </a:schemeClr>
                                  </a:gs>
                                  <a:gs pos="100000">
                                    <a:schemeClr val="accent3">
                                      <a:lumMod val="100000"/>
                                    </a:schemeClr>
                                  </a:gs>
                                </a:gsLst>
                                <a:path path="circle">
                                  <a:fillToRect l="50000" t="50000" r="50000" b="50000"/>
                                </a:path>
                                <a:tileRect/>
                              </a:gradFill>
                              <a:ln w="3175">
                                <a:solidFill>
                                  <a:srgbClr val="C0C0C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35" name="Group 35"/>
                          <wpg:cNvGrpSpPr/>
                          <wpg:grpSpPr>
                            <a:xfrm>
                              <a:off x="1080000" y="1620436"/>
                              <a:ext cx="360000" cy="180000"/>
                              <a:chOff x="1080000" y="1620436"/>
                              <a:chExt cx="360000" cy="180000"/>
                            </a:xfrm>
                          </wpg:grpSpPr>
                          <wps:wsp>
                            <wps:cNvPr id="36" name="Oval 36"/>
                            <wps:cNvSpPr/>
                            <wps:spPr>
                              <a:xfrm>
                                <a:off x="1080000" y="1620436"/>
                                <a:ext cx="180000" cy="180000"/>
                              </a:xfrm>
                              <a:prstGeom prst="ellipse">
                                <a:avLst/>
                              </a:prstGeom>
                              <a:gradFill flip="none" rotWithShape="1">
                                <a:gsLst>
                                  <a:gs pos="0">
                                    <a:schemeClr val="accent3">
                                      <a:lumMod val="0"/>
                                      <a:lumOff val="100000"/>
                                    </a:schemeClr>
                                  </a:gs>
                                  <a:gs pos="13000">
                                    <a:schemeClr val="accent3">
                                      <a:lumMod val="0"/>
                                      <a:lumOff val="100000"/>
                                    </a:schemeClr>
                                  </a:gs>
                                  <a:gs pos="100000">
                                    <a:schemeClr val="accent3">
                                      <a:lumMod val="100000"/>
                                    </a:schemeClr>
                                  </a:gs>
                                </a:gsLst>
                                <a:path path="circle">
                                  <a:fillToRect l="50000" t="50000" r="50000" b="50000"/>
                                </a:path>
                                <a:tileRect/>
                              </a:gradFill>
                              <a:ln w="3175">
                                <a:solidFill>
                                  <a:srgbClr val="C0C0C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Oval 37"/>
                            <wps:cNvSpPr/>
                            <wps:spPr>
                              <a:xfrm>
                                <a:off x="1260000" y="1620436"/>
                                <a:ext cx="180000" cy="180000"/>
                              </a:xfrm>
                              <a:prstGeom prst="ellipse">
                                <a:avLst/>
                              </a:prstGeom>
                              <a:gradFill flip="none" rotWithShape="1">
                                <a:gsLst>
                                  <a:gs pos="0">
                                    <a:schemeClr val="accent3">
                                      <a:lumMod val="0"/>
                                      <a:lumOff val="100000"/>
                                    </a:schemeClr>
                                  </a:gs>
                                  <a:gs pos="13000">
                                    <a:schemeClr val="accent3">
                                      <a:lumMod val="0"/>
                                      <a:lumOff val="100000"/>
                                    </a:schemeClr>
                                  </a:gs>
                                  <a:gs pos="100000">
                                    <a:schemeClr val="accent3">
                                      <a:lumMod val="100000"/>
                                    </a:schemeClr>
                                  </a:gs>
                                </a:gsLst>
                                <a:path path="circle">
                                  <a:fillToRect l="50000" t="50000" r="50000" b="50000"/>
                                </a:path>
                                <a:tileRect/>
                              </a:gradFill>
                              <a:ln w="3175">
                                <a:solidFill>
                                  <a:srgbClr val="C0C0C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pic:pic xmlns:pic="http://schemas.openxmlformats.org/drawingml/2006/picture">
                        <pic:nvPicPr>
                          <pic:cNvPr id="38" name="Picture 38"/>
                          <pic:cNvPicPr>
                            <a:picLocks noChangeAspect="1"/>
                          </pic:cNvPicPr>
                        </pic:nvPicPr>
                        <pic:blipFill>
                          <a:blip r:embed="rId7"/>
                          <a:stretch>
                            <a:fillRect/>
                          </a:stretch>
                        </pic:blipFill>
                        <pic:spPr>
                          <a:xfrm>
                            <a:off x="5480609" y="0"/>
                            <a:ext cx="2232000" cy="5675563"/>
                          </a:xfrm>
                          <a:prstGeom prst="rect">
                            <a:avLst/>
                          </a:prstGeom>
                        </pic:spPr>
                      </pic:pic>
                      <pic:pic xmlns:pic="http://schemas.openxmlformats.org/drawingml/2006/picture">
                        <pic:nvPicPr>
                          <pic:cNvPr id="39" name="Picture 39"/>
                          <pic:cNvPicPr>
                            <a:picLocks noChangeAspect="1"/>
                          </pic:cNvPicPr>
                        </pic:nvPicPr>
                        <pic:blipFill>
                          <a:blip r:embed="rId8"/>
                          <a:stretch>
                            <a:fillRect/>
                          </a:stretch>
                        </pic:blipFill>
                        <pic:spPr>
                          <a:xfrm>
                            <a:off x="2365113" y="1030348"/>
                            <a:ext cx="2232000" cy="1430130"/>
                          </a:xfrm>
                          <a:prstGeom prst="rect">
                            <a:avLst/>
                          </a:prstGeom>
                        </pic:spPr>
                      </pic:pic>
                      <pic:pic xmlns:pic="http://schemas.openxmlformats.org/drawingml/2006/picture">
                        <pic:nvPicPr>
                          <pic:cNvPr id="40" name="Picture 40"/>
                          <pic:cNvPicPr>
                            <a:picLocks noChangeAspect="1"/>
                          </pic:cNvPicPr>
                        </pic:nvPicPr>
                        <pic:blipFill>
                          <a:blip r:embed="rId9"/>
                          <a:stretch>
                            <a:fillRect/>
                          </a:stretch>
                        </pic:blipFill>
                        <pic:spPr>
                          <a:xfrm rot="5400000">
                            <a:off x="344693" y="1642896"/>
                            <a:ext cx="2121592" cy="152256"/>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B584BB2" id="Group 4" o:spid="_x0000_s1026" style="position:absolute;margin-left:20.7pt;margin-top:15.3pt;width:358.25pt;height:229.05pt;z-index:251659264;mso-position-horizontal-relative:margin;mso-width-relative:margin;mso-height-relative:margin" coordsize="77126,56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">
                <v:group id="Group 27" o:spid="_x0000_s1027" style="position:absolute;top:16204;width:4458;height:546;rotation:180" coordorigin=",16204" coordsize="1440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">
                  <v:group id="Group 28" o:spid="_x0000_s1028" style="position:absolute;top:16204;width:10800;height:1800" coordorigin=",16204" coordsize="1080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oval id="Oval 29" o:spid="_x0000_s1029" style="position:absolute;top:16204;width:18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" fillcolor="white [22]" strokecolor="silver" strokeweight=".25pt">
                      <v:fill color2="#9bbb59 [3206]" rotate="t" focusposition=".5,.5" focussize="" colors="0 white;8520f white;1 #9bbb59" focus="100%" type="gradientRadial"/>
                    </v:oval>
                    <v:oval id="Oval 30" o:spid="_x0000_s1030" style="position:absolute;left:1800;top:16204;width:18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" fillcolor="white [22]" strokecolor="silver" strokeweight=".25pt">
                      <v:fill color2="#9bbb59 [3206]" rotate="t" focusposition=".5,.5" focussize="" colors="0 white;8520f white;1 #9bbb59" focus="100%" type="gradientRadial"/>
                    </v:oval>
                    <v:oval id="Oval 31" o:spid="_x0000_s1031" style="position:absolute;left:3600;top:16204;width:18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" fillcolor="white [22]" strokecolor="silver" strokeweight=".25pt">
                      <v:fill color2="#9bbb59 [3206]" rotate="t" focusposition=".5,.5" focussize="" colors="0 white;8520f white;1 #9bbb59" focus="100%" type="gradientRadial"/>
                    </v:oval>
                    <v:oval id="Oval 32" o:spid="_x0000_s1032" style="position:absolute;left:5400;top:16204;width:18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" fillcolor="white [22]" strokecolor="silver" strokeweight=".25pt">
                      <v:fill color2="#9bbb59 [3206]" rotate="t" focusposition=".5,.5" focussize="" colors="0 white;8520f white;1 #9bbb59" focus="100%" type="gradientRadial"/>
                    </v:oval>
                    <v:oval id="Oval 33" o:spid="_x0000_s1033" style="position:absolute;left:7200;top:16204;width:18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" fillcolor="white [22]" strokecolor="silver" strokeweight=".25pt">
                      <v:fill color2="#9bbb59 [3206]" rotate="t" focusposition=".5,.5" focussize="" colors="0 white;8520f white;1 #9bbb59" focus="100%" type="gradientRadial"/>
                    </v:oval>
                    <v:oval id="Oval 34" o:spid="_x0000_s1034" style="position:absolute;left:9000;top:16204;width:18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" fillcolor="white [22]" strokecolor="silver" strokeweight=".25pt">
                      <v:fill color2="#9bbb59 [3206]" rotate="t" focusposition=".5,.5" focussize="" colors="0 white;8520f white;1 #9bbb59" focus="100%" type="gradientRadial"/>
                    </v:oval>
                  </v:group>
                  <v:group id="Group 35" o:spid="_x0000_s1035" style="position:absolute;left:10800;top:16204;width:3600;height:1800" coordorigin="10800,16204" coordsize="360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oval id="Oval 36" o:spid="_x0000_s1036" style="position:absolute;left:10800;top:16204;width:18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" fillcolor="white [22]" strokecolor="silver" strokeweight=".25pt">
                      <v:fill color2="#9bbb59 [3206]" rotate="t" focusposition=".5,.5" focussize="" colors="0 white;8520f white;1 #9bbb59" focus="100%" type="gradientRadial"/>
                    </v:oval>
                    <v:oval id="Oval 37" o:spid="_x0000_s1037" style="position:absolute;left:12600;top:16204;width:18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" fillcolor="white [22]" strokecolor="silver" strokeweight=".25pt">
                      <v:fill color2="#9bbb59 [3206]" rotate="t" focusposition=".5,.5" focussize="" colors="0 white;8520f white;1 #9bbb59" focus="100%" type="gradientRadial"/>
                    </v:oval>
                  </v:group>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 o:spid="_x0000_s1038" type="#_x0000_t75" style="position:absolute;left:54806;width:22320;height:567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">
                  <v:imagedata r:id="rId10" o:title=""/>
                </v:shape>
                <v:shape id="Picture 39" o:spid="_x0000_s1039" type="#_x0000_t75" style="position:absolute;left:23651;top:10303;width:22320;height:143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">
                  <v:imagedata r:id="rId11" o:title=""/>
                </v:shape>
                <v:shape id="Picture 40" o:spid="_x0000_s1040" type="#_x0000_t75" style="position:absolute;left:3447;top:16428;width:21216;height:1523;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">
                  <v:imagedata r:id="rId12" o:title=""/>
                </v:shape>
                <w10:wrap anchorx="margin"/>
              </v:group>
            </w:pict>
          </mc:Fallback>
        </mc:AlternateContent>
      </w:r>
      <w:r>
        <w:rPr>
          <w:szCs w:val="18"/>
          <w:lang w:val="en-US"/>
        </w:rPr>
        <w:t xml:space="preserve">          A</w:t>
      </w:r>
      <w:r>
        <w:rPr>
          <w:szCs w:val="18"/>
          <w:lang w:val="en-US"/>
        </w:rPr>
        <w:tab/>
      </w:r>
      <w:r>
        <w:rPr>
          <w:szCs w:val="18"/>
          <w:lang w:val="en-US"/>
        </w:rPr>
        <w:tab/>
        <w:t xml:space="preserve">     B</w:t>
      </w:r>
      <w:r>
        <w:rPr>
          <w:szCs w:val="18"/>
          <w:lang w:val="en-US"/>
        </w:rPr>
        <w:tab/>
      </w:r>
      <w:r>
        <w:rPr>
          <w:szCs w:val="18"/>
          <w:lang w:val="en-US"/>
        </w:rPr>
        <w:tab/>
      </w:r>
      <w:r>
        <w:rPr>
          <w:szCs w:val="18"/>
          <w:lang w:val="en-US"/>
        </w:rPr>
        <w:tab/>
        <w:t>C</w:t>
      </w:r>
      <w:r>
        <w:rPr>
          <w:szCs w:val="18"/>
          <w:lang w:val="en-US"/>
        </w:rPr>
        <w:tab/>
      </w:r>
      <w:r>
        <w:rPr>
          <w:szCs w:val="18"/>
          <w:lang w:val="en-US"/>
        </w:rPr>
        <w:tab/>
      </w:r>
      <w:r>
        <w:rPr>
          <w:szCs w:val="18"/>
          <w:lang w:val="en-US"/>
        </w:rPr>
        <w:tab/>
      </w:r>
      <w:r>
        <w:rPr>
          <w:szCs w:val="18"/>
          <w:lang w:val="en-US"/>
        </w:rPr>
        <w:tab/>
        <w:t>D</w:t>
      </w:r>
    </w:p>
    <w:p w14:paraId="09ACF1C9" w14:textId="73093F6E" w:rsidR="00421949" w:rsidRDefault="00421949" w:rsidP="00304A9C">
      <w:pPr>
        <w:spacing w:after="240"/>
        <w:rPr>
          <w:szCs w:val="18"/>
          <w:lang w:val="en-US"/>
        </w:rPr>
      </w:pPr>
    </w:p>
    <w:p w14:paraId="56A34D8A" w14:textId="34E7DDC0" w:rsidR="00421949" w:rsidRDefault="00421949" w:rsidP="00304A9C">
      <w:pPr>
        <w:ind w:firstLine="720"/>
      </w:pPr>
    </w:p>
    <w:p w14:paraId="7D857391" w14:textId="265A396C" w:rsidR="00421949" w:rsidRDefault="00421949" w:rsidP="00304A9C">
      <w:pPr>
        <w:ind w:firstLine="720"/>
      </w:pPr>
    </w:p>
    <w:p w14:paraId="00E8118A" w14:textId="56E1DB59" w:rsidR="00421949" w:rsidRDefault="00421949" w:rsidP="00304A9C">
      <w:pPr>
        <w:ind w:firstLine="720"/>
      </w:pPr>
    </w:p>
    <w:p w14:paraId="2316B7BD" w14:textId="02A99FE7" w:rsidR="00421949" w:rsidRDefault="00421949" w:rsidP="00304A9C">
      <w:pPr>
        <w:ind w:firstLine="720"/>
      </w:pPr>
    </w:p>
    <w:p w14:paraId="6D4D8E53" w14:textId="77777777" w:rsidR="00421949" w:rsidRDefault="00421949" w:rsidP="00304A9C">
      <w:pPr>
        <w:ind w:firstLine="720"/>
      </w:pPr>
    </w:p>
    <w:p w14:paraId="3ECCAD27" w14:textId="77777777" w:rsidR="00421949" w:rsidRDefault="00421949" w:rsidP="00304A9C">
      <w:pPr>
        <w:ind w:firstLine="720"/>
      </w:pPr>
    </w:p>
    <w:p w14:paraId="3354CD0C" w14:textId="77777777" w:rsidR="00421949" w:rsidRDefault="00421949" w:rsidP="00304A9C">
      <w:pPr>
        <w:ind w:firstLine="720"/>
      </w:pPr>
    </w:p>
    <w:p w14:paraId="77E49A1A" w14:textId="77777777" w:rsidR="00421949" w:rsidRDefault="00421949" w:rsidP="00304A9C">
      <w:pPr>
        <w:ind w:firstLine="720"/>
      </w:pPr>
    </w:p>
    <w:p w14:paraId="3EF77E54" w14:textId="77777777" w:rsidR="00421949" w:rsidRDefault="00421949" w:rsidP="00304A9C">
      <w:pPr>
        <w:ind w:firstLine="720"/>
      </w:pPr>
    </w:p>
    <w:p w14:paraId="623C4AA7" w14:textId="77777777" w:rsidR="00421949" w:rsidRDefault="00421949" w:rsidP="00304A9C">
      <w:pPr>
        <w:ind w:firstLine="720"/>
      </w:pPr>
    </w:p>
    <w:p w14:paraId="760E6DDD" w14:textId="77777777" w:rsidR="00421949" w:rsidRDefault="00421949" w:rsidP="00304A9C">
      <w:pPr>
        <w:ind w:firstLine="720"/>
      </w:pPr>
    </w:p>
    <w:p w14:paraId="7BEAC1B5" w14:textId="77777777" w:rsidR="00421949" w:rsidRDefault="00421949" w:rsidP="00304A9C">
      <w:pPr>
        <w:ind w:firstLine="720"/>
      </w:pPr>
    </w:p>
    <w:p w14:paraId="05619508" w14:textId="77777777" w:rsidR="00421949" w:rsidRDefault="00421949" w:rsidP="00304A9C">
      <w:pPr>
        <w:ind w:firstLine="720"/>
      </w:pPr>
    </w:p>
    <w:p w14:paraId="6F80858C" w14:textId="77777777" w:rsidR="00421949" w:rsidRDefault="00421949" w:rsidP="00304A9C">
      <w:pPr>
        <w:ind w:firstLine="720"/>
      </w:pPr>
    </w:p>
    <w:p w14:paraId="2C3CC0D3" w14:textId="77777777" w:rsidR="00421949" w:rsidRDefault="00421949" w:rsidP="00304A9C">
      <w:pPr>
        <w:ind w:firstLine="720"/>
      </w:pPr>
    </w:p>
    <w:p w14:paraId="7357A4AB" w14:textId="268A8C80" w:rsidR="00304A9C" w:rsidRDefault="00304A9C" w:rsidP="00304A9C">
      <w:pPr>
        <w:ind w:firstLine="720"/>
      </w:pPr>
      <w:r>
        <w:t>Put a tick (</w:t>
      </w:r>
      <w:r>
        <w:sym w:font="Wingdings" w:char="F0FC"/>
      </w:r>
      <w:r>
        <w:t>) in the box next to the best answer.</w:t>
      </w:r>
      <w:r>
        <w:tab/>
      </w:r>
    </w:p>
    <w:p w14:paraId="0455298A" w14:textId="54783E9E" w:rsidR="00304A9C" w:rsidRDefault="00304A9C" w:rsidP="00304A9C">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304A9C" w:rsidRPr="00AE07E9" w14:paraId="36A49687" w14:textId="77777777" w:rsidTr="00677EDD">
        <w:trPr>
          <w:cantSplit/>
          <w:trHeight w:hRule="exact" w:val="567"/>
        </w:trPr>
        <w:tc>
          <w:tcPr>
            <w:tcW w:w="567" w:type="dxa"/>
            <w:vAlign w:val="center"/>
          </w:tcPr>
          <w:p w14:paraId="52273885"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45B038A8" w14:textId="3FC2791E" w:rsidR="00304A9C" w:rsidRPr="009F3146" w:rsidRDefault="00421949" w:rsidP="00677EDD">
            <w:pPr>
              <w:tabs>
                <w:tab w:val="right" w:leader="dot" w:pos="8680"/>
              </w:tabs>
            </w:pPr>
            <w:r>
              <w:t>&lt;10</w:t>
            </w:r>
          </w:p>
        </w:tc>
        <w:tc>
          <w:tcPr>
            <w:tcW w:w="567" w:type="dxa"/>
            <w:tcBorders>
              <w:top w:val="single" w:sz="4" w:space="0" w:color="auto"/>
              <w:left w:val="single" w:sz="4" w:space="0" w:color="auto"/>
              <w:bottom w:val="single" w:sz="4" w:space="0" w:color="auto"/>
              <w:right w:val="single" w:sz="4" w:space="0" w:color="auto"/>
            </w:tcBorders>
          </w:tcPr>
          <w:p w14:paraId="147A65EB"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60701EA8" w14:textId="77777777" w:rsidTr="00677EDD">
        <w:trPr>
          <w:cantSplit/>
          <w:trHeight w:hRule="exact" w:val="170"/>
        </w:trPr>
        <w:tc>
          <w:tcPr>
            <w:tcW w:w="567" w:type="dxa"/>
            <w:vAlign w:val="center"/>
          </w:tcPr>
          <w:p w14:paraId="632F8EAF"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3281C104"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6D69071"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62BD2440" w14:textId="77777777" w:rsidTr="00677EDD">
        <w:trPr>
          <w:cantSplit/>
          <w:trHeight w:hRule="exact" w:val="567"/>
        </w:trPr>
        <w:tc>
          <w:tcPr>
            <w:tcW w:w="567" w:type="dxa"/>
            <w:vAlign w:val="center"/>
          </w:tcPr>
          <w:p w14:paraId="48550A8B"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0182457A" w14:textId="22829F94" w:rsidR="00304A9C" w:rsidRPr="009F3146" w:rsidRDefault="00421949" w:rsidP="00677EDD">
            <w:pPr>
              <w:tabs>
                <w:tab w:val="right" w:leader="dot" w:pos="8680"/>
              </w:tabs>
            </w:pPr>
            <w:r>
              <w:t>&lt;100</w:t>
            </w:r>
          </w:p>
        </w:tc>
        <w:tc>
          <w:tcPr>
            <w:tcW w:w="567" w:type="dxa"/>
            <w:tcBorders>
              <w:top w:val="single" w:sz="4" w:space="0" w:color="auto"/>
              <w:left w:val="single" w:sz="4" w:space="0" w:color="auto"/>
              <w:bottom w:val="single" w:sz="4" w:space="0" w:color="auto"/>
              <w:right w:val="single" w:sz="4" w:space="0" w:color="auto"/>
            </w:tcBorders>
          </w:tcPr>
          <w:p w14:paraId="7DAFF7AA"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3CA82979" w14:textId="77777777" w:rsidTr="00677EDD">
        <w:trPr>
          <w:cantSplit/>
          <w:trHeight w:hRule="exact" w:val="170"/>
        </w:trPr>
        <w:tc>
          <w:tcPr>
            <w:tcW w:w="567" w:type="dxa"/>
            <w:vAlign w:val="center"/>
          </w:tcPr>
          <w:p w14:paraId="0D249B6C"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506B2E7D"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AE34A5A"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4DC07C74" w14:textId="77777777" w:rsidTr="00677EDD">
        <w:trPr>
          <w:cantSplit/>
          <w:trHeight w:hRule="exact" w:val="567"/>
        </w:trPr>
        <w:tc>
          <w:tcPr>
            <w:tcW w:w="567" w:type="dxa"/>
            <w:vAlign w:val="center"/>
          </w:tcPr>
          <w:p w14:paraId="1A4BEB70"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6D93F16A" w14:textId="6287D212" w:rsidR="00304A9C" w:rsidRPr="009F3146" w:rsidRDefault="00421949" w:rsidP="00677EDD">
            <w:pPr>
              <w:tabs>
                <w:tab w:val="right" w:leader="dot" w:pos="8680"/>
              </w:tabs>
            </w:pPr>
            <w:r>
              <w:t>&lt;1000</w:t>
            </w:r>
          </w:p>
        </w:tc>
        <w:tc>
          <w:tcPr>
            <w:tcW w:w="567" w:type="dxa"/>
            <w:tcBorders>
              <w:top w:val="single" w:sz="4" w:space="0" w:color="auto"/>
              <w:left w:val="single" w:sz="4" w:space="0" w:color="auto"/>
              <w:bottom w:val="single" w:sz="4" w:space="0" w:color="auto"/>
              <w:right w:val="single" w:sz="4" w:space="0" w:color="auto"/>
            </w:tcBorders>
          </w:tcPr>
          <w:p w14:paraId="5FA16585"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27DE3476" w14:textId="77777777" w:rsidTr="00677EDD">
        <w:trPr>
          <w:cantSplit/>
          <w:trHeight w:hRule="exact" w:val="170"/>
        </w:trPr>
        <w:tc>
          <w:tcPr>
            <w:tcW w:w="567" w:type="dxa"/>
            <w:vAlign w:val="center"/>
          </w:tcPr>
          <w:p w14:paraId="6C733F83"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1C586879"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6ACA262"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29967898" w14:textId="77777777" w:rsidTr="00677EDD">
        <w:trPr>
          <w:cantSplit/>
          <w:trHeight w:hRule="exact" w:val="567"/>
        </w:trPr>
        <w:tc>
          <w:tcPr>
            <w:tcW w:w="567" w:type="dxa"/>
            <w:vAlign w:val="center"/>
          </w:tcPr>
          <w:p w14:paraId="128F68D0"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22B4B427" w14:textId="64E0C7E6" w:rsidR="00304A9C" w:rsidRPr="009F3146" w:rsidRDefault="00421949" w:rsidP="00677EDD">
            <w:pPr>
              <w:tabs>
                <w:tab w:val="right" w:leader="dot" w:pos="8680"/>
              </w:tabs>
            </w:pPr>
            <w:r>
              <w:t>&gt;1000</w:t>
            </w:r>
          </w:p>
        </w:tc>
        <w:tc>
          <w:tcPr>
            <w:tcW w:w="567" w:type="dxa"/>
            <w:tcBorders>
              <w:top w:val="single" w:sz="4" w:space="0" w:color="auto"/>
              <w:left w:val="single" w:sz="4" w:space="0" w:color="auto"/>
              <w:bottom w:val="single" w:sz="4" w:space="0" w:color="auto"/>
              <w:right w:val="single" w:sz="4" w:space="0" w:color="auto"/>
            </w:tcBorders>
          </w:tcPr>
          <w:p w14:paraId="097005AD"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3A90D341" w14:textId="77777777" w:rsidTr="00677EDD">
        <w:trPr>
          <w:cantSplit/>
          <w:trHeight w:hRule="exact" w:val="170"/>
        </w:trPr>
        <w:tc>
          <w:tcPr>
            <w:tcW w:w="567" w:type="dxa"/>
            <w:vAlign w:val="center"/>
          </w:tcPr>
          <w:p w14:paraId="0C9D2248"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0338ED71"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9F9ADE4" w14:textId="77777777" w:rsidR="00304A9C" w:rsidRPr="00AE07E9" w:rsidRDefault="00304A9C" w:rsidP="00677EDD">
            <w:pPr>
              <w:tabs>
                <w:tab w:val="right" w:leader="dot" w:pos="8680"/>
              </w:tabs>
              <w:rPr>
                <w:rFonts w:eastAsia="Times New Roman" w:cs="Times New Roman"/>
                <w:lang w:eastAsia="en-GB"/>
              </w:rPr>
            </w:pPr>
          </w:p>
        </w:tc>
      </w:tr>
    </w:tbl>
    <w:p w14:paraId="30D8B29A" w14:textId="77777777" w:rsidR="00201AC2" w:rsidRPr="00201AC2" w:rsidRDefault="00201AC2" w:rsidP="006F3279">
      <w:pPr>
        <w:spacing w:after="240"/>
        <w:rPr>
          <w:szCs w:val="18"/>
        </w:rPr>
      </w:pPr>
    </w:p>
    <w:p w14:paraId="044884C2" w14:textId="77777777" w:rsidR="00201AC2" w:rsidRPr="00201AC2" w:rsidRDefault="00201AC2" w:rsidP="006F3279">
      <w:pPr>
        <w:spacing w:after="240"/>
        <w:rPr>
          <w:szCs w:val="18"/>
        </w:rPr>
      </w:pPr>
    </w:p>
    <w:p w14:paraId="6D19AC8A" w14:textId="77777777" w:rsidR="00201AC2" w:rsidRPr="00201AC2" w:rsidRDefault="00201AC2" w:rsidP="006F3279">
      <w:pPr>
        <w:spacing w:after="240"/>
        <w:rPr>
          <w:szCs w:val="18"/>
        </w:rPr>
        <w:sectPr w:rsidR="00201AC2"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14:paraId="3F287DCA" w14:textId="77777777" w:rsidR="00421949" w:rsidRPr="006F3279" w:rsidRDefault="00421949" w:rsidP="00421949">
      <w:pPr>
        <w:spacing w:after="240"/>
        <w:rPr>
          <w:i/>
          <w:sz w:val="18"/>
          <w:szCs w:val="18"/>
        </w:rPr>
      </w:pPr>
      <w:bookmarkStart w:id="0" w:name="_Hlk44064892"/>
      <w:r>
        <w:rPr>
          <w:i/>
          <w:sz w:val="18"/>
          <w:szCs w:val="18"/>
        </w:rPr>
        <w:lastRenderedPageBreak/>
        <w:t>Chemistry</w:t>
      </w:r>
      <w:r w:rsidRPr="00CA4B46">
        <w:rPr>
          <w:i/>
          <w:sz w:val="18"/>
          <w:szCs w:val="18"/>
        </w:rPr>
        <w:t xml:space="preserve"> &gt; </w:t>
      </w:r>
      <w:r>
        <w:rPr>
          <w:i/>
          <w:sz w:val="18"/>
          <w:szCs w:val="18"/>
        </w:rPr>
        <w:t>Big idea CMS: Materials science &gt; Topic CMS2: Designing materials</w:t>
      </w:r>
      <w:r w:rsidRPr="00CA4B46">
        <w:rPr>
          <w:i/>
          <w:sz w:val="18"/>
          <w:szCs w:val="18"/>
        </w:rPr>
        <w:t xml:space="preserve"> &gt; </w:t>
      </w:r>
      <w:r>
        <w:rPr>
          <w:i/>
          <w:sz w:val="18"/>
          <w:szCs w:val="18"/>
        </w:rPr>
        <w:t>Key concept</w:t>
      </w:r>
      <w:r w:rsidRPr="00CA4B46">
        <w:rPr>
          <w:i/>
          <w:sz w:val="18"/>
          <w:szCs w:val="18"/>
        </w:rPr>
        <w:t xml:space="preserve"> </w:t>
      </w:r>
      <w:r>
        <w:rPr>
          <w:i/>
          <w:sz w:val="18"/>
          <w:szCs w:val="18"/>
        </w:rPr>
        <w:t>CMS2.1: Polymer properties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6B748F0" w14:textId="77777777" w:rsidTr="00323334">
        <w:tc>
          <w:tcPr>
            <w:tcW w:w="12021" w:type="dxa"/>
            <w:shd w:val="clear" w:color="auto" w:fill="FABF8F" w:themeFill="accent6" w:themeFillTint="99"/>
          </w:tcPr>
          <w:bookmarkEnd w:id="0"/>
          <w:p w14:paraId="6320A719"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7E5FD3EB" w14:textId="77777777" w:rsidTr="00323334">
        <w:tc>
          <w:tcPr>
            <w:tcW w:w="12021" w:type="dxa"/>
            <w:shd w:val="clear" w:color="auto" w:fill="FBD4B4" w:themeFill="accent6" w:themeFillTint="66"/>
          </w:tcPr>
          <w:p w14:paraId="70761DBD" w14:textId="10E842E6" w:rsidR="006F3279" w:rsidRPr="00CA4B46" w:rsidRDefault="00421949" w:rsidP="006F3279">
            <w:pPr>
              <w:spacing w:after="60"/>
              <w:ind w:left="1304"/>
              <w:rPr>
                <w:b/>
                <w:sz w:val="40"/>
                <w:szCs w:val="40"/>
              </w:rPr>
            </w:pPr>
            <w:r>
              <w:rPr>
                <w:b/>
                <w:sz w:val="40"/>
                <w:szCs w:val="40"/>
              </w:rPr>
              <w:t>Molecule size</w:t>
            </w:r>
          </w:p>
        </w:tc>
      </w:tr>
    </w:tbl>
    <w:p w14:paraId="3D51CCBE" w14:textId="77777777" w:rsidR="006F3279" w:rsidRDefault="006F3279" w:rsidP="00E172C6">
      <w:pPr>
        <w:spacing w:after="180"/>
        <w:rPr>
          <w:b/>
        </w:rPr>
      </w:pPr>
    </w:p>
    <w:p w14:paraId="06285DEF"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5E5C4017" w14:textId="77777777" w:rsidTr="003F16F9">
        <w:trPr>
          <w:trHeight w:val="340"/>
        </w:trPr>
        <w:tc>
          <w:tcPr>
            <w:tcW w:w="2196" w:type="dxa"/>
          </w:tcPr>
          <w:p w14:paraId="55A8432F" w14:textId="77777777" w:rsidR="00FA5B3A" w:rsidRDefault="00FA5B3A" w:rsidP="00FA5B3A">
            <w:pPr>
              <w:spacing w:before="60" w:after="60"/>
            </w:pPr>
            <w:r>
              <w:t>Learning focus:</w:t>
            </w:r>
          </w:p>
        </w:tc>
        <w:tc>
          <w:tcPr>
            <w:tcW w:w="6820" w:type="dxa"/>
          </w:tcPr>
          <w:p w14:paraId="3326461B" w14:textId="1564EE97" w:rsidR="00FA5B3A" w:rsidRDefault="00421949" w:rsidP="00FA5B3A">
            <w:pPr>
              <w:spacing w:before="60" w:after="60"/>
            </w:pPr>
            <w:r w:rsidRPr="00664C5A">
              <w:t>Materials scientists can design polymers with specific properties.</w:t>
            </w:r>
          </w:p>
        </w:tc>
      </w:tr>
      <w:tr w:rsidR="00FA5B3A" w14:paraId="2C58C8EC" w14:textId="77777777" w:rsidTr="003F16F9">
        <w:trPr>
          <w:trHeight w:val="340"/>
        </w:trPr>
        <w:tc>
          <w:tcPr>
            <w:tcW w:w="2196" w:type="dxa"/>
          </w:tcPr>
          <w:p w14:paraId="14139ABC" w14:textId="77777777" w:rsidR="00FA5B3A" w:rsidRDefault="00FA5B3A" w:rsidP="00FA5B3A">
            <w:pPr>
              <w:spacing w:before="60" w:after="60"/>
            </w:pPr>
            <w:r>
              <w:t>Observable learning outcome:</w:t>
            </w:r>
          </w:p>
        </w:tc>
        <w:tc>
          <w:tcPr>
            <w:tcW w:w="6820" w:type="dxa"/>
          </w:tcPr>
          <w:p w14:paraId="4F23D2BF" w14:textId="7A1E9CA0" w:rsidR="00FA5B3A" w:rsidRPr="00A50C9C" w:rsidRDefault="00421949" w:rsidP="00FA5B3A">
            <w:pPr>
              <w:spacing w:before="60" w:after="60"/>
              <w:rPr>
                <w:b/>
              </w:rPr>
            </w:pPr>
            <w:r>
              <w:t>Recognise that a polymer molecule can be made up of thousands of atoms.</w:t>
            </w:r>
          </w:p>
        </w:tc>
      </w:tr>
      <w:tr w:rsidR="00FA5B3A" w14:paraId="27E42B25" w14:textId="77777777" w:rsidTr="003F16F9">
        <w:trPr>
          <w:trHeight w:val="340"/>
        </w:trPr>
        <w:tc>
          <w:tcPr>
            <w:tcW w:w="2196" w:type="dxa"/>
          </w:tcPr>
          <w:p w14:paraId="6520CFE9" w14:textId="77777777" w:rsidR="00FA5B3A" w:rsidRDefault="007F5D5D" w:rsidP="00FA5B3A">
            <w:pPr>
              <w:spacing w:before="60" w:after="60"/>
            </w:pPr>
            <w:r>
              <w:t>Question</w:t>
            </w:r>
            <w:r w:rsidR="00FA5B3A">
              <w:t xml:space="preserve"> type:</w:t>
            </w:r>
          </w:p>
        </w:tc>
        <w:tc>
          <w:tcPr>
            <w:tcW w:w="6820" w:type="dxa"/>
          </w:tcPr>
          <w:p w14:paraId="36D5171B" w14:textId="32EB07A7" w:rsidR="00FA5B3A" w:rsidRDefault="00304A9C" w:rsidP="00304A9C">
            <w:pPr>
              <w:spacing w:before="60" w:after="60"/>
            </w:pPr>
            <w:r>
              <w:t>simple</w:t>
            </w:r>
            <w:r w:rsidR="00E252BE" w:rsidRPr="00535269">
              <w:t xml:space="preserve"> multiple</w:t>
            </w:r>
            <w:r w:rsidR="00E252BE">
              <w:t xml:space="preserve"> choice</w:t>
            </w:r>
          </w:p>
        </w:tc>
      </w:tr>
      <w:tr w:rsidR="00FA5B3A" w14:paraId="4E6844CC" w14:textId="77777777" w:rsidTr="003F16F9">
        <w:trPr>
          <w:trHeight w:val="340"/>
        </w:trPr>
        <w:tc>
          <w:tcPr>
            <w:tcW w:w="2196" w:type="dxa"/>
          </w:tcPr>
          <w:p w14:paraId="7757F717" w14:textId="77777777" w:rsidR="00FA5B3A" w:rsidRDefault="00FA5B3A" w:rsidP="00FA5B3A">
            <w:pPr>
              <w:spacing w:before="60" w:after="60"/>
            </w:pPr>
            <w:r>
              <w:t>Key words:</w:t>
            </w:r>
          </w:p>
        </w:tc>
        <w:tc>
          <w:tcPr>
            <w:tcW w:w="6820" w:type="dxa"/>
            <w:tcBorders>
              <w:bottom w:val="dotted" w:sz="4" w:space="0" w:color="auto"/>
            </w:tcBorders>
          </w:tcPr>
          <w:p w14:paraId="04AF2698" w14:textId="5B62681E" w:rsidR="00FA5B3A" w:rsidRDefault="00421949" w:rsidP="00FA5B3A">
            <w:pPr>
              <w:spacing w:before="60" w:after="60"/>
            </w:pPr>
            <w:r>
              <w:t>atom, polymer, molecule</w:t>
            </w:r>
          </w:p>
        </w:tc>
      </w:tr>
    </w:tbl>
    <w:p w14:paraId="6592E202" w14:textId="77777777" w:rsidR="00F72ECC" w:rsidRDefault="00F72ECC" w:rsidP="00F72ECC"/>
    <w:p w14:paraId="4EF5619C"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72654E22" w14:textId="498750BF" w:rsidR="00CD4E16" w:rsidRDefault="00CD4E16" w:rsidP="00CD4E16">
      <w:pPr>
        <w:spacing w:after="180"/>
      </w:pPr>
      <w:r>
        <w:t xml:space="preserve">Johnstone </w:t>
      </w:r>
      <w:r w:rsidR="0097264E">
        <w:fldChar w:fldCharType="begin"/>
      </w:r>
      <w:r w:rsidR="0097264E">
        <w:instrText xml:space="preserve"> ADDIN EN.CITE &lt;EndNote&gt;&lt;Cite ExcludeAuth="1"&gt;&lt;Author&gt;Johnstone&lt;/Author&gt;&lt;Year&gt;1991&lt;/Year&gt;&lt;IDText&gt;Why is chemistry difficult to learn? Things are seldom what they seem.&lt;/IDText&gt;&lt;DisplayText&gt;(1991)&lt;/DisplayText&gt;&lt;record&gt;&lt;titles&gt;&lt;title&gt;Why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rsidR="0097264E">
        <w:fldChar w:fldCharType="separate"/>
      </w:r>
      <w:r w:rsidR="0097264E">
        <w:rPr>
          <w:noProof/>
        </w:rPr>
        <w:t>(1991)</w:t>
      </w:r>
      <w:r w:rsidR="0097264E">
        <w:fldChar w:fldCharType="end"/>
      </w:r>
      <w:r>
        <w:t xml:space="preserve"> explains the difficulties that many students face in understanding science as the degree of ‘multilevel’ thought required. In chemistry students are frequently required to think about very different types of thing all at once.</w:t>
      </w:r>
    </w:p>
    <w:p w14:paraId="33735AA0" w14:textId="77777777" w:rsidR="00CD4E16" w:rsidRDefault="00CD4E16" w:rsidP="00CD4E16">
      <w:pPr>
        <w:spacing w:after="180"/>
      </w:pPr>
      <w:r>
        <w:t>Johnstone presented this in the form of a triangle:</w:t>
      </w:r>
    </w:p>
    <w:p w14:paraId="6B6871BB" w14:textId="77777777" w:rsidR="00CD4E16" w:rsidRDefault="00CD4E16" w:rsidP="00CD4E16">
      <w:pPr>
        <w:spacing w:after="180"/>
      </w:pPr>
      <w:r>
        <w:rPr>
          <w:noProof/>
        </w:rPr>
        <w:drawing>
          <wp:inline distT="0" distB="0" distL="0" distR="0" wp14:anchorId="1BF93AAE" wp14:editId="434CE8B9">
            <wp:extent cx="1908184" cy="1323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12610" cy="1327046"/>
                    </a:xfrm>
                    <a:prstGeom prst="rect">
                      <a:avLst/>
                    </a:prstGeom>
                  </pic:spPr>
                </pic:pic>
              </a:graphicData>
            </a:graphic>
          </wp:inline>
        </w:drawing>
      </w:r>
    </w:p>
    <w:p w14:paraId="20E00953" w14:textId="4AD20281" w:rsidR="00CD4E16" w:rsidRDefault="00CD4E16" w:rsidP="00CD4E16">
      <w:pPr>
        <w:spacing w:after="180"/>
        <w:rPr>
          <w:i/>
        </w:rPr>
      </w:pPr>
      <w:r w:rsidRPr="00682D3A">
        <w:rPr>
          <w:i/>
        </w:rPr>
        <w:t>(after Johnstone, 1991, p78)</w:t>
      </w:r>
    </w:p>
    <w:p w14:paraId="75B6EF38" w14:textId="4313C0FB" w:rsidR="00CD4E16" w:rsidRPr="00CD4E16" w:rsidRDefault="00CD4E16" w:rsidP="00CD4E16">
      <w:pPr>
        <w:spacing w:after="180"/>
        <w:rPr>
          <w:iCs/>
        </w:rPr>
      </w:pPr>
      <w:r>
        <w:rPr>
          <w:iCs/>
        </w:rPr>
        <w:t>Students will be familiar with polymers, at a macroscopic level, from everyday life but their mental models of the</w:t>
      </w:r>
      <w:r w:rsidR="0097264E">
        <w:rPr>
          <w:iCs/>
        </w:rPr>
        <w:t xml:space="preserve"> sub-microscopic</w:t>
      </w:r>
      <w:r>
        <w:rPr>
          <w:iCs/>
        </w:rPr>
        <w:t xml:space="preserve"> structure of polymers may be very different to</w:t>
      </w:r>
      <w:r w:rsidR="0097264E">
        <w:rPr>
          <w:iCs/>
        </w:rPr>
        <w:t xml:space="preserve"> the actual structure of a polymer. In particular, students may not realise that polymers are made up of vastly more atoms than the smaller molecules that they may have been introduced to so far. Carbon dioxide is made up of three atoms, whereas a polymer may be made up of tens of thousands of atoms. </w:t>
      </w:r>
    </w:p>
    <w:p w14:paraId="5D8AB581"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2D61EFDB"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213B5DCE" w14:textId="77777777"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7D8A78FB"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44502A85" w14:textId="77777777" w:rsidR="00304A9C" w:rsidRDefault="00304A9C" w:rsidP="00304A9C">
      <w:pPr>
        <w:spacing w:after="180"/>
        <w:rPr>
          <w:rFonts w:cstheme="minorHAnsi"/>
          <w:i/>
        </w:rPr>
      </w:pPr>
      <w:r w:rsidRPr="00AE7928">
        <w:rPr>
          <w:rFonts w:cstheme="minorHAnsi"/>
          <w:i/>
        </w:rPr>
        <w:lastRenderedPageBreak/>
        <w:t>Differentiation</w:t>
      </w:r>
    </w:p>
    <w:p w14:paraId="527C1B8A" w14:textId="16C354CE" w:rsidR="00304A9C" w:rsidRPr="00AE7928" w:rsidRDefault="00304A9C" w:rsidP="00304A9C">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CD4E16">
        <w:rPr>
          <w:rFonts w:cstheme="minorHAnsi"/>
        </w:rPr>
        <w:t>,</w:t>
      </w:r>
      <w:r w:rsidRPr="00AE7928">
        <w:rPr>
          <w:rFonts w:cstheme="minorHAnsi"/>
        </w:rPr>
        <w:t xml:space="preserve"> it may be more appropriate for a teaching assistant to read for one or two students.</w:t>
      </w:r>
    </w:p>
    <w:p w14:paraId="25596415"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7161387E" w14:textId="12D7BB0D" w:rsidR="00BF6C8A" w:rsidRDefault="00421949" w:rsidP="00BF6C8A">
      <w:pPr>
        <w:spacing w:after="180"/>
      </w:pPr>
      <w:r>
        <w:t>D</w:t>
      </w:r>
    </w:p>
    <w:p w14:paraId="1852C727" w14:textId="5B9879E8" w:rsidR="00421949" w:rsidRDefault="00421949" w:rsidP="00BF6C8A">
      <w:pPr>
        <w:spacing w:after="180"/>
      </w:pPr>
      <w:r>
        <w:t>Please note that D shows about 2250 atoms but polymers can have tens off thousands of atoms in a single molecule and even hundreds of thousands.</w:t>
      </w:r>
    </w:p>
    <w:p w14:paraId="39C122D3"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4161C59B" w14:textId="56EF9416" w:rsidR="004F039C" w:rsidRPr="0097264E" w:rsidRDefault="0097264E" w:rsidP="006A4440">
      <w:pPr>
        <w:spacing w:after="180"/>
      </w:pPr>
      <w:r w:rsidRPr="0097264E">
        <w:t>A student who selects A, B or C may not realise how many more atoms there are in a polymer molecule than the type of molecule that they may have met in chemistry before.</w:t>
      </w:r>
    </w:p>
    <w:p w14:paraId="2E580B65" w14:textId="3AE4FD43" w:rsidR="00CD4E16" w:rsidRDefault="004F039C" w:rsidP="006A4440">
      <w:pPr>
        <w:spacing w:after="180"/>
      </w:pPr>
      <w:r w:rsidRPr="004F039C">
        <w:t xml:space="preserve">If students have </w:t>
      </w:r>
      <w:r w:rsidR="001E4950">
        <w:t>misunderstanding</w:t>
      </w:r>
      <w:r w:rsidRPr="004F039C">
        <w:t xml:space="preserve">s about </w:t>
      </w:r>
      <w:r w:rsidR="0097264E">
        <w:t>the size of molecules, they could be told that polymers may contain tens of thousands of atoms or even hundreds of thousands of atoms.</w:t>
      </w:r>
    </w:p>
    <w:p w14:paraId="5EE693B0" w14:textId="541E6D68" w:rsidR="005F1A7B" w:rsidRDefault="004F039C" w:rsidP="006A4440">
      <w:pPr>
        <w:spacing w:after="180"/>
      </w:pPr>
      <w:r w:rsidRPr="00CD4E16">
        <w:t xml:space="preserve">The following </w:t>
      </w:r>
      <w:r w:rsidR="005F1A7B" w:rsidRPr="00CD4E16">
        <w:t xml:space="preserve">BEST </w:t>
      </w:r>
      <w:r w:rsidR="004C5D20" w:rsidRPr="00CD4E16">
        <w:t xml:space="preserve">‘response </w:t>
      </w:r>
      <w:r w:rsidR="00C1460B" w:rsidRPr="00CD4E16">
        <w:t>activities</w:t>
      </w:r>
      <w:r w:rsidR="004C5D20" w:rsidRPr="00CD4E16">
        <w:t>’</w:t>
      </w:r>
      <w:r w:rsidR="005F1A7B" w:rsidRPr="00CD4E16">
        <w:t xml:space="preserve"> </w:t>
      </w:r>
      <w:r w:rsidR="004C5D20" w:rsidRPr="00CD4E16">
        <w:t>c</w:t>
      </w:r>
      <w:r w:rsidR="005F1A7B" w:rsidRPr="00CD4E16">
        <w:t xml:space="preserve">ould </w:t>
      </w:r>
      <w:r w:rsidR="004C5D20" w:rsidRPr="00CD4E16">
        <w:t>be used in follow-up to this diagnostic question</w:t>
      </w:r>
      <w:r w:rsidRPr="00CD4E16">
        <w:t>:</w:t>
      </w:r>
    </w:p>
    <w:p w14:paraId="4EBCB29C" w14:textId="28A3DCCC" w:rsidR="00A6111E" w:rsidRPr="00A6111E" w:rsidRDefault="00421949" w:rsidP="00402E34">
      <w:pPr>
        <w:pStyle w:val="ListParagraph"/>
        <w:numPr>
          <w:ilvl w:val="0"/>
          <w:numId w:val="1"/>
        </w:numPr>
        <w:spacing w:after="180"/>
      </w:pPr>
      <w:r>
        <w:t>Polymer chains</w:t>
      </w:r>
    </w:p>
    <w:p w14:paraId="381CE530"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47912619" w14:textId="0DB114C8" w:rsidR="00D278E8" w:rsidRDefault="00D278E8" w:rsidP="00E172C6">
      <w:pPr>
        <w:spacing w:after="180"/>
      </w:pPr>
      <w:r>
        <w:t xml:space="preserve">Developed </w:t>
      </w:r>
      <w:r w:rsidR="0015356E">
        <w:t xml:space="preserve">by </w:t>
      </w:r>
      <w:r w:rsidR="00E252BE">
        <w:t>Helen Harden</w:t>
      </w:r>
      <w:r w:rsidR="0015356E">
        <w:t xml:space="preserve"> (UYSEG)</w:t>
      </w:r>
    </w:p>
    <w:p w14:paraId="266F67BF" w14:textId="0A180D7F" w:rsidR="00CC78A5" w:rsidRDefault="00D278E8" w:rsidP="00E172C6">
      <w:pPr>
        <w:spacing w:after="180"/>
      </w:pPr>
      <w:r w:rsidRPr="0045323E">
        <w:t xml:space="preserve">Images: </w:t>
      </w:r>
      <w:r w:rsidR="00421949">
        <w:t>Peter Fairhurst</w:t>
      </w:r>
      <w:r w:rsidR="00E252BE">
        <w:t xml:space="preserve"> (UYSEG)</w:t>
      </w:r>
    </w:p>
    <w:p w14:paraId="78A95ADF" w14:textId="67DF2C28" w:rsidR="0097264E" w:rsidRPr="0097264E" w:rsidRDefault="003117F6" w:rsidP="00E24309">
      <w:pPr>
        <w:spacing w:after="180"/>
        <w:rPr>
          <w:b/>
          <w:color w:val="E36C0A" w:themeColor="accent6" w:themeShade="BF"/>
          <w:sz w:val="24"/>
        </w:rPr>
      </w:pPr>
      <w:r w:rsidRPr="00323334">
        <w:rPr>
          <w:b/>
          <w:color w:val="E36C0A" w:themeColor="accent6" w:themeShade="BF"/>
          <w:sz w:val="24"/>
        </w:rPr>
        <w:t>References</w:t>
      </w:r>
    </w:p>
    <w:p w14:paraId="3B9FB2F4" w14:textId="77777777" w:rsidR="0097264E" w:rsidRPr="0097264E" w:rsidRDefault="0097264E" w:rsidP="0097264E">
      <w:pPr>
        <w:pStyle w:val="EndNoteBibliography"/>
      </w:pPr>
      <w:r>
        <w:fldChar w:fldCharType="begin"/>
      </w:r>
      <w:r>
        <w:instrText xml:space="preserve"> ADDIN EN.REFLIST </w:instrText>
      </w:r>
      <w:r>
        <w:fldChar w:fldCharType="separate"/>
      </w:r>
      <w:r w:rsidRPr="0097264E">
        <w:t xml:space="preserve">Johnstone, A. H. (1991). Why is chemistry difficult to learn? Things are seldom what they seem. </w:t>
      </w:r>
      <w:r w:rsidRPr="0097264E">
        <w:rPr>
          <w:i/>
        </w:rPr>
        <w:t>Journal of Computer Assisted Learning,</w:t>
      </w:r>
      <w:r w:rsidRPr="0097264E">
        <w:t xml:space="preserve"> 7</w:t>
      </w:r>
      <w:r w:rsidRPr="0097264E">
        <w:rPr>
          <w:b/>
        </w:rPr>
        <w:t>,</w:t>
      </w:r>
      <w:r w:rsidRPr="0097264E">
        <w:t xml:space="preserve"> 75-83.</w:t>
      </w:r>
    </w:p>
    <w:p w14:paraId="656324F7" w14:textId="6EB54833" w:rsidR="0067031A" w:rsidRPr="0067031A" w:rsidRDefault="0097264E" w:rsidP="00E24309">
      <w:pPr>
        <w:spacing w:after="180"/>
      </w:pPr>
      <w:r>
        <w:fldChar w:fldCharType="end"/>
      </w:r>
    </w:p>
    <w:sectPr w:rsidR="0067031A" w:rsidRPr="0067031A"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1C20A" w14:textId="77777777" w:rsidR="00FB1B44" w:rsidRDefault="00FB1B44" w:rsidP="000B473B">
      <w:r>
        <w:separator/>
      </w:r>
    </w:p>
  </w:endnote>
  <w:endnote w:type="continuationSeparator" w:id="0">
    <w:p w14:paraId="19A8A326" w14:textId="77777777" w:rsidR="00FB1B44" w:rsidRDefault="00FB1B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17D99" w14:textId="2321CCAB"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9784AAD" wp14:editId="06D59C6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4D91B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 xml:space="preserve">Developed by the University of York Science Education Group and </w:t>
    </w:r>
    <w:r w:rsidR="00670E1F">
      <w:rPr>
        <w:sz w:val="16"/>
        <w:szCs w:val="16"/>
      </w:rPr>
      <w:t>The Horners’ Company Charity.</w:t>
    </w:r>
    <w:r>
      <w:rPr>
        <w:sz w:val="16"/>
        <w:szCs w:val="16"/>
      </w:rPr>
      <w:tab/>
    </w:r>
    <w:r>
      <w:fldChar w:fldCharType="begin"/>
    </w:r>
    <w:r>
      <w:instrText xml:space="preserve"> PAGE  \* Arabic  \* MERGEFORMAT </w:instrText>
    </w:r>
    <w:r>
      <w:fldChar w:fldCharType="separate"/>
    </w:r>
    <w:r w:rsidR="00304A9C">
      <w:rPr>
        <w:noProof/>
      </w:rPr>
      <w:t>3</w:t>
    </w:r>
    <w:r>
      <w:rPr>
        <w:noProof/>
      </w:rPr>
      <w:fldChar w:fldCharType="end"/>
    </w:r>
  </w:p>
  <w:p w14:paraId="718C210F"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27DD2B6B"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D0740" w14:textId="77777777" w:rsidR="00FB1B44" w:rsidRDefault="00FB1B44" w:rsidP="000B473B">
      <w:r>
        <w:separator/>
      </w:r>
    </w:p>
  </w:footnote>
  <w:footnote w:type="continuationSeparator" w:id="0">
    <w:p w14:paraId="20B9632B" w14:textId="77777777" w:rsidR="00FB1B44" w:rsidRDefault="00FB1B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6C169"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8FA7A7F" wp14:editId="1C3A43F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24D13F3" wp14:editId="620308D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6F487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A93403"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BDDCED2" wp14:editId="175418F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04FA5CA" wp14:editId="5A97DDDE">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C8050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17D81"/>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752BE"/>
    <w:rsid w:val="003A346A"/>
    <w:rsid w:val="003B2917"/>
    <w:rsid w:val="003B541B"/>
    <w:rsid w:val="003E2B2F"/>
    <w:rsid w:val="003E6046"/>
    <w:rsid w:val="003F16F9"/>
    <w:rsid w:val="00402E34"/>
    <w:rsid w:val="00421949"/>
    <w:rsid w:val="00430C1F"/>
    <w:rsid w:val="00442595"/>
    <w:rsid w:val="0045323E"/>
    <w:rsid w:val="004B0EE1"/>
    <w:rsid w:val="004C5D20"/>
    <w:rsid w:val="004D0D83"/>
    <w:rsid w:val="004E1DF1"/>
    <w:rsid w:val="004E5592"/>
    <w:rsid w:val="004F039C"/>
    <w:rsid w:val="0050055B"/>
    <w:rsid w:val="00524710"/>
    <w:rsid w:val="00555342"/>
    <w:rsid w:val="005560E2"/>
    <w:rsid w:val="00585493"/>
    <w:rsid w:val="005A452E"/>
    <w:rsid w:val="005A6EE7"/>
    <w:rsid w:val="005F1A7B"/>
    <w:rsid w:val="006355D8"/>
    <w:rsid w:val="00642ECD"/>
    <w:rsid w:val="006502A0"/>
    <w:rsid w:val="0067031A"/>
    <w:rsid w:val="00670E1F"/>
    <w:rsid w:val="006772F5"/>
    <w:rsid w:val="00695159"/>
    <w:rsid w:val="006A4440"/>
    <w:rsid w:val="006B0615"/>
    <w:rsid w:val="006D166B"/>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7264E"/>
    <w:rsid w:val="009B2CE4"/>
    <w:rsid w:val="009B2D55"/>
    <w:rsid w:val="009C0343"/>
    <w:rsid w:val="009E0D11"/>
    <w:rsid w:val="00A24A16"/>
    <w:rsid w:val="00A37D14"/>
    <w:rsid w:val="00A42C0B"/>
    <w:rsid w:val="00A6111E"/>
    <w:rsid w:val="00A6168B"/>
    <w:rsid w:val="00A62028"/>
    <w:rsid w:val="00AA6236"/>
    <w:rsid w:val="00AB6AE7"/>
    <w:rsid w:val="00AD21F5"/>
    <w:rsid w:val="00B06225"/>
    <w:rsid w:val="00B17D81"/>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D4E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2BE"/>
    <w:rsid w:val="00E53D82"/>
    <w:rsid w:val="00E9330A"/>
    <w:rsid w:val="00EE6B97"/>
    <w:rsid w:val="00F12C3B"/>
    <w:rsid w:val="00F26884"/>
    <w:rsid w:val="00F72ECC"/>
    <w:rsid w:val="00F8355F"/>
    <w:rsid w:val="00FA3196"/>
    <w:rsid w:val="00FA5B3A"/>
    <w:rsid w:val="00FB1B44"/>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46819"/>
  <w15:docId w15:val="{AB93AD5F-152A-43E3-AFEB-C07FF70FB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7264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7264E"/>
    <w:rPr>
      <w:rFonts w:ascii="Calibri" w:hAnsi="Calibri" w:cs="Calibri"/>
      <w:noProof/>
      <w:lang w:val="en-US"/>
    </w:rPr>
  </w:style>
  <w:style w:type="paragraph" w:customStyle="1" w:styleId="EndNoteBibliography">
    <w:name w:val="EndNote Bibliography"/>
    <w:basedOn w:val="Normal"/>
    <w:link w:val="EndNoteBibliographyChar"/>
    <w:rsid w:val="0097264E"/>
    <w:rPr>
      <w:rFonts w:ascii="Calibri" w:hAnsi="Calibri" w:cs="Calibri"/>
      <w:noProof/>
      <w:lang w:val="en-US"/>
    </w:rPr>
  </w:style>
  <w:style w:type="character" w:customStyle="1" w:styleId="EndNoteBibliographyChar">
    <w:name w:val="EndNote Bibliography Char"/>
    <w:basedOn w:val="DefaultParagraphFont"/>
    <w:link w:val="EndNoteBibliography"/>
    <w:rsid w:val="0097264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34</TotalTime>
  <Pages>3</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3</cp:revision>
  <cp:lastPrinted>2017-02-24T16:20:00Z</cp:lastPrinted>
  <dcterms:created xsi:type="dcterms:W3CDTF">2020-06-26T10:03:00Z</dcterms:created>
  <dcterms:modified xsi:type="dcterms:W3CDTF">2020-06-26T17:21:00Z</dcterms:modified>
</cp:coreProperties>
</file>